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97" w:rsidRPr="0019714B" w:rsidRDefault="00030297" w:rsidP="00AF59E8">
      <w:pPr>
        <w:contextualSpacing/>
        <w:jc w:val="both"/>
        <w:rPr>
          <w:bCs/>
          <w:color w:val="26282F"/>
          <w:sz w:val="22"/>
        </w:rPr>
        <w:sectPr w:rsidR="00030297" w:rsidRPr="0019714B" w:rsidSect="00E65B57">
          <w:headerReference w:type="default" r:id="rId7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30297" w:rsidRDefault="00030297" w:rsidP="0029270E">
      <w:pPr>
        <w:ind w:left="9912" w:firstLine="708"/>
        <w:contextualSpacing/>
        <w:rPr>
          <w:sz w:val="22"/>
          <w:szCs w:val="24"/>
        </w:rPr>
      </w:pPr>
      <w:r>
        <w:rPr>
          <w:sz w:val="22"/>
          <w:szCs w:val="24"/>
        </w:rPr>
        <w:t>Приложение</w:t>
      </w:r>
    </w:p>
    <w:p w:rsidR="00030297" w:rsidRDefault="00030297" w:rsidP="0029270E">
      <w:pPr>
        <w:ind w:left="9912" w:firstLine="708"/>
        <w:contextualSpacing/>
        <w:rPr>
          <w:sz w:val="22"/>
          <w:szCs w:val="24"/>
        </w:rPr>
      </w:pPr>
      <w:r w:rsidRPr="0019714B">
        <w:rPr>
          <w:sz w:val="22"/>
          <w:szCs w:val="24"/>
        </w:rPr>
        <w:t xml:space="preserve">к </w:t>
      </w:r>
      <w:r>
        <w:rPr>
          <w:sz w:val="22"/>
          <w:szCs w:val="24"/>
        </w:rPr>
        <w:t xml:space="preserve">постановлению администрации </w:t>
      </w:r>
    </w:p>
    <w:p w:rsidR="00030297" w:rsidRDefault="00030297" w:rsidP="0029270E">
      <w:pPr>
        <w:ind w:left="9912" w:firstLine="708"/>
        <w:contextualSpacing/>
        <w:rPr>
          <w:sz w:val="22"/>
          <w:szCs w:val="24"/>
        </w:rPr>
      </w:pPr>
      <w:r>
        <w:rPr>
          <w:sz w:val="22"/>
          <w:szCs w:val="24"/>
        </w:rPr>
        <w:t xml:space="preserve">городского округа Серебряные Пруды </w:t>
      </w:r>
    </w:p>
    <w:p w:rsidR="00030297" w:rsidRPr="0019714B" w:rsidRDefault="00030297" w:rsidP="0019714B">
      <w:pPr>
        <w:ind w:left="9912" w:firstLine="708"/>
        <w:contextualSpacing/>
        <w:jc w:val="both"/>
        <w:rPr>
          <w:sz w:val="22"/>
          <w:szCs w:val="24"/>
        </w:rPr>
      </w:pPr>
      <w:r>
        <w:rPr>
          <w:sz w:val="22"/>
          <w:szCs w:val="24"/>
        </w:rPr>
        <w:t>от 01.11.2019г. № 1691</w:t>
      </w:r>
    </w:p>
    <w:p w:rsidR="00030297" w:rsidRDefault="00030297" w:rsidP="0019714B">
      <w:pPr>
        <w:autoSpaceDE w:val="0"/>
        <w:autoSpaceDN w:val="0"/>
        <w:adjustRightInd w:val="0"/>
        <w:jc w:val="right"/>
        <w:rPr>
          <w:sz w:val="22"/>
          <w:szCs w:val="20"/>
          <w:lang w:eastAsia="ru-RU"/>
        </w:rPr>
      </w:pPr>
    </w:p>
    <w:p w:rsidR="00030297" w:rsidRDefault="00030297" w:rsidP="0019714B">
      <w:pPr>
        <w:autoSpaceDE w:val="0"/>
        <w:autoSpaceDN w:val="0"/>
        <w:adjustRightInd w:val="0"/>
        <w:jc w:val="right"/>
        <w:rPr>
          <w:sz w:val="22"/>
          <w:szCs w:val="20"/>
          <w:lang w:eastAsia="ru-RU"/>
        </w:rPr>
      </w:pPr>
    </w:p>
    <w:p w:rsidR="00030297" w:rsidRPr="0054351E" w:rsidRDefault="00030297" w:rsidP="0054351E">
      <w:pPr>
        <w:autoSpaceDE w:val="0"/>
        <w:autoSpaceDN w:val="0"/>
        <w:adjustRightInd w:val="0"/>
        <w:jc w:val="center"/>
        <w:rPr>
          <w:sz w:val="22"/>
          <w:szCs w:val="20"/>
          <w:lang w:eastAsia="ru-RU"/>
        </w:rPr>
      </w:pPr>
      <w:r w:rsidRPr="0054351E">
        <w:rPr>
          <w:sz w:val="22"/>
          <w:szCs w:val="20"/>
          <w:lang w:eastAsia="ru-RU"/>
        </w:rPr>
        <w:t>Муниципальная программа городского округа Серебряные Пруды Московской области</w:t>
      </w:r>
    </w:p>
    <w:p w:rsidR="00030297" w:rsidRPr="0054351E" w:rsidRDefault="00030297" w:rsidP="0054351E">
      <w:pPr>
        <w:autoSpaceDE w:val="0"/>
        <w:autoSpaceDN w:val="0"/>
        <w:adjustRightInd w:val="0"/>
        <w:jc w:val="center"/>
        <w:rPr>
          <w:sz w:val="22"/>
          <w:szCs w:val="20"/>
          <w:lang w:eastAsia="ru-RU"/>
        </w:rPr>
      </w:pPr>
      <w:r w:rsidRPr="0054351E">
        <w:rPr>
          <w:sz w:val="22"/>
          <w:szCs w:val="20"/>
          <w:lang w:eastAsia="ru-RU"/>
        </w:rPr>
        <w:t xml:space="preserve"> «Формирование современной комфортной городской среды»   </w:t>
      </w:r>
    </w:p>
    <w:p w:rsidR="00030297" w:rsidRPr="0054351E" w:rsidRDefault="00030297" w:rsidP="0054351E">
      <w:pPr>
        <w:autoSpaceDE w:val="0"/>
        <w:autoSpaceDN w:val="0"/>
        <w:adjustRightInd w:val="0"/>
        <w:jc w:val="center"/>
        <w:rPr>
          <w:sz w:val="22"/>
          <w:szCs w:val="20"/>
          <w:lang w:eastAsia="ru-RU"/>
        </w:rPr>
      </w:pPr>
    </w:p>
    <w:p w:rsidR="00030297" w:rsidRPr="0054351E" w:rsidRDefault="00030297" w:rsidP="0054351E">
      <w:pPr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351E">
        <w:rPr>
          <w:sz w:val="22"/>
          <w:szCs w:val="20"/>
          <w:lang w:eastAsia="ru-RU"/>
        </w:rPr>
        <w:t xml:space="preserve">1. Паспорт муниципальной программы городского округа Серебряные Пруды Московской области «Формирование современной комфортной городской среды»:  </w:t>
      </w: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913"/>
        <w:gridCol w:w="1387"/>
        <w:gridCol w:w="1870"/>
        <w:gridCol w:w="1893"/>
        <w:gridCol w:w="2051"/>
        <w:gridCol w:w="1893"/>
        <w:gridCol w:w="1735"/>
      </w:tblGrid>
      <w:tr w:rsidR="00030297" w:rsidRPr="000E54C6" w:rsidTr="00422D1C">
        <w:tc>
          <w:tcPr>
            <w:tcW w:w="3913" w:type="dxa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829" w:type="dxa"/>
            <w:gridSpan w:val="6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Первый заместитель главы администрации городского округа Серебряные Пруды Московской области – Александр Николаевич Пушкарёв</w:t>
            </w:r>
          </w:p>
        </w:tc>
      </w:tr>
      <w:tr w:rsidR="00030297" w:rsidRPr="000E54C6" w:rsidTr="00422D1C">
        <w:tc>
          <w:tcPr>
            <w:tcW w:w="3913" w:type="dxa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829" w:type="dxa"/>
            <w:gridSpan w:val="6"/>
          </w:tcPr>
          <w:p w:rsidR="00030297" w:rsidRPr="0054351E" w:rsidRDefault="00030297" w:rsidP="005435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Администрация городского округа Серебряные Пруды Московской области</w:t>
            </w:r>
          </w:p>
        </w:tc>
      </w:tr>
      <w:tr w:rsidR="00030297" w:rsidRPr="000E54C6" w:rsidTr="00422D1C">
        <w:trPr>
          <w:trHeight w:val="389"/>
        </w:trPr>
        <w:tc>
          <w:tcPr>
            <w:tcW w:w="3913" w:type="dxa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829" w:type="dxa"/>
            <w:gridSpan w:val="6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Обеспечение комфортного, безопасного проживания, повышение качества жизни и обеспечение доступности территорий общего пользования в городском округе Серебряные Пруды Московской области</w:t>
            </w:r>
          </w:p>
        </w:tc>
      </w:tr>
      <w:tr w:rsidR="00030297" w:rsidRPr="000E54C6" w:rsidTr="00422D1C">
        <w:trPr>
          <w:trHeight w:val="866"/>
        </w:trPr>
        <w:tc>
          <w:tcPr>
            <w:tcW w:w="3913" w:type="dxa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829" w:type="dxa"/>
            <w:gridSpan w:val="6"/>
          </w:tcPr>
          <w:p w:rsidR="00030297" w:rsidRPr="0054351E" w:rsidRDefault="00030297" w:rsidP="005435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Подпрограмма 1. «Комфортная городская среда»</w:t>
            </w:r>
          </w:p>
          <w:p w:rsidR="00030297" w:rsidRPr="0054351E" w:rsidRDefault="00030297" w:rsidP="0054351E">
            <w:pPr>
              <w:rPr>
                <w:sz w:val="20"/>
                <w:szCs w:val="20"/>
                <w:lang w:eastAsia="ru-RU"/>
              </w:rPr>
            </w:pPr>
            <w:r w:rsidRPr="0054351E">
              <w:rPr>
                <w:sz w:val="20"/>
                <w:szCs w:val="20"/>
              </w:rPr>
              <w:t>Подпрограмма 2. «</w:t>
            </w:r>
            <w:r w:rsidRPr="0054351E">
              <w:rPr>
                <w:bCs/>
                <w:sz w:val="20"/>
                <w:szCs w:val="20"/>
                <w:lang w:eastAsia="ru-RU"/>
              </w:rPr>
              <w:t>Благоустройство территорий городского округа»</w:t>
            </w:r>
          </w:p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bCs/>
                <w:sz w:val="20"/>
                <w:szCs w:val="20"/>
                <w:lang w:eastAsia="ru-RU"/>
              </w:rPr>
            </w:pPr>
            <w:r w:rsidRPr="0054351E">
              <w:rPr>
                <w:sz w:val="20"/>
                <w:szCs w:val="20"/>
                <w:lang w:eastAsia="ru-RU"/>
              </w:rPr>
              <w:t>Подпрограмма 3. «</w:t>
            </w:r>
            <w:r w:rsidRPr="0054351E">
              <w:rPr>
                <w:bCs/>
                <w:sz w:val="20"/>
                <w:szCs w:val="20"/>
                <w:lang w:eastAsia="ru-RU"/>
              </w:rPr>
              <w:t>Создание условий для обеспечения комфортного проживания жителей в многоквартирных домах»</w:t>
            </w:r>
          </w:p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bCs/>
                <w:sz w:val="20"/>
                <w:szCs w:val="20"/>
                <w:lang w:eastAsia="ru-RU"/>
              </w:rPr>
              <w:t>Обеспечивающая подпрограмма</w:t>
            </w:r>
          </w:p>
        </w:tc>
      </w:tr>
      <w:tr w:rsidR="00030297" w:rsidRPr="000E54C6" w:rsidTr="00422D1C">
        <w:tc>
          <w:tcPr>
            <w:tcW w:w="3913" w:type="dxa"/>
            <w:vMerge w:val="restart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0829" w:type="dxa"/>
            <w:gridSpan w:val="6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Расходы (тыс. рублей)</w:t>
            </w:r>
          </w:p>
        </w:tc>
      </w:tr>
      <w:tr w:rsidR="00030297" w:rsidRPr="000E54C6" w:rsidTr="00640CA6">
        <w:trPr>
          <w:trHeight w:val="367"/>
        </w:trPr>
        <w:tc>
          <w:tcPr>
            <w:tcW w:w="3913" w:type="dxa"/>
            <w:vMerge/>
            <w:vAlign w:val="center"/>
          </w:tcPr>
          <w:p w:rsidR="00030297" w:rsidRPr="0054351E" w:rsidRDefault="00030297" w:rsidP="0054351E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FFFFFF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Всего</w:t>
            </w:r>
          </w:p>
        </w:tc>
        <w:tc>
          <w:tcPr>
            <w:tcW w:w="1870" w:type="dxa"/>
            <w:shd w:val="clear" w:color="auto" w:fill="FFFFFF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2020</w:t>
            </w:r>
          </w:p>
        </w:tc>
        <w:tc>
          <w:tcPr>
            <w:tcW w:w="1893" w:type="dxa"/>
            <w:shd w:val="clear" w:color="auto" w:fill="FFFFFF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2021</w:t>
            </w:r>
          </w:p>
        </w:tc>
        <w:tc>
          <w:tcPr>
            <w:tcW w:w="2051" w:type="dxa"/>
            <w:shd w:val="clear" w:color="auto" w:fill="FFFFFF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2022</w:t>
            </w:r>
          </w:p>
        </w:tc>
        <w:tc>
          <w:tcPr>
            <w:tcW w:w="1893" w:type="dxa"/>
            <w:shd w:val="clear" w:color="auto" w:fill="FFFFFF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2023</w:t>
            </w:r>
          </w:p>
        </w:tc>
        <w:tc>
          <w:tcPr>
            <w:tcW w:w="1735" w:type="dxa"/>
            <w:shd w:val="clear" w:color="auto" w:fill="FFFFFF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2024</w:t>
            </w:r>
          </w:p>
        </w:tc>
      </w:tr>
      <w:tr w:rsidR="00030297" w:rsidRPr="000E54C6" w:rsidTr="00422D1C">
        <w:trPr>
          <w:trHeight w:val="385"/>
        </w:trPr>
        <w:tc>
          <w:tcPr>
            <w:tcW w:w="3913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387" w:type="dxa"/>
          </w:tcPr>
          <w:p w:rsidR="00030297" w:rsidRPr="0054351E" w:rsidRDefault="00030297" w:rsidP="00AB11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70" w:type="dxa"/>
          </w:tcPr>
          <w:p w:rsidR="00030297" w:rsidRPr="0054351E" w:rsidRDefault="00030297" w:rsidP="00AB11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93" w:type="dxa"/>
          </w:tcPr>
          <w:p w:rsidR="00030297" w:rsidRPr="0054351E" w:rsidRDefault="00030297" w:rsidP="00AB117B">
            <w:pPr>
              <w:jc w:val="center"/>
              <w:rPr>
                <w:sz w:val="20"/>
                <w:szCs w:val="20"/>
              </w:rPr>
            </w:pPr>
            <w:r w:rsidRPr="00ED5482">
              <w:rPr>
                <w:sz w:val="20"/>
                <w:szCs w:val="20"/>
              </w:rPr>
              <w:t>0,0</w:t>
            </w:r>
          </w:p>
        </w:tc>
        <w:tc>
          <w:tcPr>
            <w:tcW w:w="2051" w:type="dxa"/>
          </w:tcPr>
          <w:p w:rsidR="00030297" w:rsidRPr="0054351E" w:rsidRDefault="00030297" w:rsidP="00AB117B">
            <w:pPr>
              <w:jc w:val="center"/>
              <w:rPr>
                <w:sz w:val="20"/>
                <w:szCs w:val="20"/>
              </w:rPr>
            </w:pPr>
            <w:r w:rsidRPr="00ED5482">
              <w:rPr>
                <w:sz w:val="20"/>
                <w:szCs w:val="20"/>
              </w:rPr>
              <w:t>0,0</w:t>
            </w:r>
          </w:p>
        </w:tc>
        <w:tc>
          <w:tcPr>
            <w:tcW w:w="1893" w:type="dxa"/>
          </w:tcPr>
          <w:p w:rsidR="00030297" w:rsidRPr="0054351E" w:rsidRDefault="00030297" w:rsidP="00AB117B">
            <w:pPr>
              <w:jc w:val="center"/>
              <w:rPr>
                <w:sz w:val="20"/>
                <w:szCs w:val="20"/>
              </w:rPr>
            </w:pPr>
            <w:r w:rsidRPr="00ED5482">
              <w:rPr>
                <w:sz w:val="20"/>
                <w:szCs w:val="20"/>
              </w:rPr>
              <w:t>0,0</w:t>
            </w:r>
          </w:p>
        </w:tc>
        <w:tc>
          <w:tcPr>
            <w:tcW w:w="1735" w:type="dxa"/>
          </w:tcPr>
          <w:p w:rsidR="00030297" w:rsidRPr="0054351E" w:rsidRDefault="00030297" w:rsidP="00AB117B">
            <w:pPr>
              <w:jc w:val="center"/>
              <w:rPr>
                <w:sz w:val="20"/>
                <w:szCs w:val="20"/>
              </w:rPr>
            </w:pPr>
            <w:r w:rsidRPr="00ED5482">
              <w:rPr>
                <w:sz w:val="20"/>
                <w:szCs w:val="20"/>
              </w:rPr>
              <w:t>0,0</w:t>
            </w:r>
          </w:p>
        </w:tc>
      </w:tr>
      <w:tr w:rsidR="00030297" w:rsidRPr="000E54C6" w:rsidTr="00422D1C">
        <w:trPr>
          <w:trHeight w:val="409"/>
        </w:trPr>
        <w:tc>
          <w:tcPr>
            <w:tcW w:w="3913" w:type="dxa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87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97 516,68</w:t>
            </w:r>
          </w:p>
        </w:tc>
        <w:tc>
          <w:tcPr>
            <w:tcW w:w="1870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86 144,12</w:t>
            </w:r>
          </w:p>
        </w:tc>
        <w:tc>
          <w:tcPr>
            <w:tcW w:w="1893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1 372,56</w:t>
            </w:r>
          </w:p>
        </w:tc>
        <w:tc>
          <w:tcPr>
            <w:tcW w:w="2051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</w:t>
            </w:r>
          </w:p>
        </w:tc>
        <w:tc>
          <w:tcPr>
            <w:tcW w:w="1893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35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30297" w:rsidRPr="000E54C6" w:rsidTr="00422D1C">
        <w:trPr>
          <w:trHeight w:val="164"/>
        </w:trPr>
        <w:tc>
          <w:tcPr>
            <w:tcW w:w="3913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387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654 630,72</w:t>
            </w:r>
          </w:p>
        </w:tc>
        <w:tc>
          <w:tcPr>
            <w:tcW w:w="1870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152 400,08</w:t>
            </w:r>
          </w:p>
        </w:tc>
        <w:tc>
          <w:tcPr>
            <w:tcW w:w="1893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157 575,24</w:t>
            </w:r>
          </w:p>
        </w:tc>
        <w:tc>
          <w:tcPr>
            <w:tcW w:w="2051" w:type="dxa"/>
          </w:tcPr>
          <w:p w:rsidR="00030297" w:rsidRPr="0054351E" w:rsidRDefault="00030297" w:rsidP="00CB755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121 551,8</w:t>
            </w:r>
          </w:p>
        </w:tc>
        <w:tc>
          <w:tcPr>
            <w:tcW w:w="1893" w:type="dxa"/>
          </w:tcPr>
          <w:p w:rsidR="00030297" w:rsidRPr="0054351E" w:rsidRDefault="00030297" w:rsidP="00CB755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17CC">
              <w:rPr>
                <w:sz w:val="20"/>
                <w:szCs w:val="20"/>
              </w:rPr>
              <w:t>111 5</w:t>
            </w:r>
            <w:r>
              <w:rPr>
                <w:sz w:val="20"/>
                <w:szCs w:val="20"/>
              </w:rPr>
              <w:t>5</w:t>
            </w:r>
            <w:r w:rsidRPr="00DD17CC">
              <w:rPr>
                <w:sz w:val="20"/>
                <w:szCs w:val="20"/>
              </w:rPr>
              <w:t>1,8</w:t>
            </w:r>
          </w:p>
        </w:tc>
        <w:tc>
          <w:tcPr>
            <w:tcW w:w="1735" w:type="dxa"/>
          </w:tcPr>
          <w:p w:rsidR="00030297" w:rsidRPr="0054351E" w:rsidRDefault="00030297" w:rsidP="00CB755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D17CC">
              <w:rPr>
                <w:sz w:val="20"/>
                <w:szCs w:val="20"/>
              </w:rPr>
              <w:t>111 5</w:t>
            </w:r>
            <w:r>
              <w:rPr>
                <w:sz w:val="20"/>
                <w:szCs w:val="20"/>
              </w:rPr>
              <w:t>5</w:t>
            </w:r>
            <w:r w:rsidRPr="00DD17CC">
              <w:rPr>
                <w:sz w:val="20"/>
                <w:szCs w:val="20"/>
              </w:rPr>
              <w:t>1,8</w:t>
            </w:r>
          </w:p>
        </w:tc>
      </w:tr>
      <w:tr w:rsidR="00030297" w:rsidRPr="000E54C6" w:rsidTr="00422D1C">
        <w:trPr>
          <w:trHeight w:val="195"/>
        </w:trPr>
        <w:tc>
          <w:tcPr>
            <w:tcW w:w="3913" w:type="dxa"/>
          </w:tcPr>
          <w:p w:rsidR="00030297" w:rsidRPr="0054351E" w:rsidRDefault="00030297" w:rsidP="0054351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87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7 056,0</w:t>
            </w:r>
          </w:p>
        </w:tc>
        <w:tc>
          <w:tcPr>
            <w:tcW w:w="1870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3 528,0</w:t>
            </w:r>
          </w:p>
        </w:tc>
        <w:tc>
          <w:tcPr>
            <w:tcW w:w="1893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3 528,0</w:t>
            </w:r>
          </w:p>
        </w:tc>
        <w:tc>
          <w:tcPr>
            <w:tcW w:w="2051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93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35" w:type="dxa"/>
          </w:tcPr>
          <w:p w:rsidR="00030297" w:rsidRPr="0054351E" w:rsidRDefault="00030297" w:rsidP="00543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30297" w:rsidRPr="000E54C6" w:rsidTr="00422D1C">
        <w:trPr>
          <w:trHeight w:val="34"/>
        </w:trPr>
        <w:tc>
          <w:tcPr>
            <w:tcW w:w="3913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54351E">
              <w:rPr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387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759 203,4</w:t>
            </w:r>
          </w:p>
        </w:tc>
        <w:tc>
          <w:tcPr>
            <w:tcW w:w="1870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242 072,2</w:t>
            </w:r>
          </w:p>
        </w:tc>
        <w:tc>
          <w:tcPr>
            <w:tcW w:w="1893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162 475,8</w:t>
            </w:r>
          </w:p>
        </w:tc>
        <w:tc>
          <w:tcPr>
            <w:tcW w:w="2051" w:type="dxa"/>
          </w:tcPr>
          <w:p w:rsidR="00030297" w:rsidRPr="0054351E" w:rsidRDefault="00030297" w:rsidP="00CB755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131 551,8</w:t>
            </w:r>
          </w:p>
        </w:tc>
        <w:tc>
          <w:tcPr>
            <w:tcW w:w="1893" w:type="dxa"/>
          </w:tcPr>
          <w:p w:rsidR="00030297" w:rsidRPr="0054351E" w:rsidRDefault="00030297" w:rsidP="00AB117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5A6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11 55</w:t>
            </w:r>
            <w:r w:rsidRPr="006B5A6E">
              <w:rPr>
                <w:sz w:val="20"/>
                <w:szCs w:val="20"/>
              </w:rPr>
              <w:t>1,8</w:t>
            </w:r>
          </w:p>
        </w:tc>
        <w:tc>
          <w:tcPr>
            <w:tcW w:w="1735" w:type="dxa"/>
          </w:tcPr>
          <w:p w:rsidR="00030297" w:rsidRPr="0054351E" w:rsidRDefault="00030297" w:rsidP="00CB7554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5A6E">
              <w:rPr>
                <w:sz w:val="20"/>
                <w:szCs w:val="20"/>
              </w:rPr>
              <w:t>111 5</w:t>
            </w:r>
            <w:r>
              <w:rPr>
                <w:sz w:val="20"/>
                <w:szCs w:val="20"/>
              </w:rPr>
              <w:t>5</w:t>
            </w:r>
            <w:r w:rsidRPr="006B5A6E">
              <w:rPr>
                <w:sz w:val="20"/>
                <w:szCs w:val="20"/>
              </w:rPr>
              <w:t>1,8</w:t>
            </w:r>
          </w:p>
        </w:tc>
      </w:tr>
    </w:tbl>
    <w:p w:rsidR="00030297" w:rsidRPr="0054351E" w:rsidRDefault="00030297" w:rsidP="0054351E">
      <w:pPr>
        <w:widowControl w:val="0"/>
        <w:tabs>
          <w:tab w:val="left" w:pos="180"/>
          <w:tab w:val="left" w:pos="9360"/>
        </w:tabs>
        <w:textAlignment w:val="baseline"/>
        <w:rPr>
          <w:b/>
          <w:sz w:val="20"/>
          <w:szCs w:val="20"/>
          <w:lang w:eastAsia="ru-RU"/>
        </w:rPr>
      </w:pPr>
    </w:p>
    <w:sectPr w:rsidR="00030297" w:rsidRPr="0054351E" w:rsidSect="00FE6AD8">
      <w:pgSz w:w="16838" w:h="11906" w:orient="landscape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297" w:rsidRDefault="00030297" w:rsidP="00936B5F">
      <w:r>
        <w:separator/>
      </w:r>
    </w:p>
  </w:endnote>
  <w:endnote w:type="continuationSeparator" w:id="0">
    <w:p w:rsidR="00030297" w:rsidRDefault="00030297" w:rsidP="0093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297" w:rsidRDefault="00030297" w:rsidP="00936B5F">
      <w:r>
        <w:separator/>
      </w:r>
    </w:p>
  </w:footnote>
  <w:footnote w:type="continuationSeparator" w:id="0">
    <w:p w:rsidR="00030297" w:rsidRDefault="00030297" w:rsidP="0093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297" w:rsidRDefault="000302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94A24"/>
    <w:multiLevelType w:val="hybridMultilevel"/>
    <w:tmpl w:val="3838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F21F1"/>
    <w:multiLevelType w:val="hybridMultilevel"/>
    <w:tmpl w:val="3C24AC80"/>
    <w:lvl w:ilvl="0" w:tplc="364A34D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2D808CB"/>
    <w:multiLevelType w:val="hybridMultilevel"/>
    <w:tmpl w:val="BD5CE914"/>
    <w:lvl w:ilvl="0" w:tplc="204A0136">
      <w:start w:val="1"/>
      <w:numFmt w:val="decimal"/>
      <w:lvlText w:val="%1."/>
      <w:lvlJc w:val="left"/>
      <w:pPr>
        <w:ind w:left="2529" w:hanging="4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71035A00"/>
    <w:multiLevelType w:val="hybridMultilevel"/>
    <w:tmpl w:val="4B288CF0"/>
    <w:lvl w:ilvl="0" w:tplc="67F49CD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6AD"/>
    <w:rsid w:val="00006B98"/>
    <w:rsid w:val="000070D1"/>
    <w:rsid w:val="0002076E"/>
    <w:rsid w:val="00022D07"/>
    <w:rsid w:val="00025D91"/>
    <w:rsid w:val="0002704A"/>
    <w:rsid w:val="000278EA"/>
    <w:rsid w:val="00030297"/>
    <w:rsid w:val="000312A4"/>
    <w:rsid w:val="00040C32"/>
    <w:rsid w:val="00051A9B"/>
    <w:rsid w:val="00055F3E"/>
    <w:rsid w:val="000825BF"/>
    <w:rsid w:val="00083B6F"/>
    <w:rsid w:val="00084D8C"/>
    <w:rsid w:val="000A3745"/>
    <w:rsid w:val="000A3C89"/>
    <w:rsid w:val="000B00BC"/>
    <w:rsid w:val="000B2126"/>
    <w:rsid w:val="000C0C08"/>
    <w:rsid w:val="000C2128"/>
    <w:rsid w:val="000D25A7"/>
    <w:rsid w:val="000D7A49"/>
    <w:rsid w:val="000E54C6"/>
    <w:rsid w:val="00101400"/>
    <w:rsid w:val="00104DEF"/>
    <w:rsid w:val="0011606A"/>
    <w:rsid w:val="00120BE6"/>
    <w:rsid w:val="00121B91"/>
    <w:rsid w:val="00122384"/>
    <w:rsid w:val="00133500"/>
    <w:rsid w:val="0013633C"/>
    <w:rsid w:val="00137260"/>
    <w:rsid w:val="001514F3"/>
    <w:rsid w:val="00151C33"/>
    <w:rsid w:val="00162179"/>
    <w:rsid w:val="00164C66"/>
    <w:rsid w:val="00181CB3"/>
    <w:rsid w:val="00184090"/>
    <w:rsid w:val="00185E21"/>
    <w:rsid w:val="00190A5A"/>
    <w:rsid w:val="0019714B"/>
    <w:rsid w:val="001A05F5"/>
    <w:rsid w:val="001C1C5D"/>
    <w:rsid w:val="001C1E10"/>
    <w:rsid w:val="001C465B"/>
    <w:rsid w:val="001D4C46"/>
    <w:rsid w:val="001D6770"/>
    <w:rsid w:val="001D78A7"/>
    <w:rsid w:val="001E45E0"/>
    <w:rsid w:val="001E4A02"/>
    <w:rsid w:val="001E61D3"/>
    <w:rsid w:val="001E75DB"/>
    <w:rsid w:val="001F676B"/>
    <w:rsid w:val="00203B3A"/>
    <w:rsid w:val="00205B7B"/>
    <w:rsid w:val="0021577A"/>
    <w:rsid w:val="0021591F"/>
    <w:rsid w:val="002208C8"/>
    <w:rsid w:val="00222D65"/>
    <w:rsid w:val="00225EC2"/>
    <w:rsid w:val="002315E2"/>
    <w:rsid w:val="00243055"/>
    <w:rsid w:val="00245500"/>
    <w:rsid w:val="00246AC4"/>
    <w:rsid w:val="002476BA"/>
    <w:rsid w:val="00254557"/>
    <w:rsid w:val="00254DF8"/>
    <w:rsid w:val="0025596F"/>
    <w:rsid w:val="002579D8"/>
    <w:rsid w:val="00257C37"/>
    <w:rsid w:val="0026697E"/>
    <w:rsid w:val="002812BD"/>
    <w:rsid w:val="0029270E"/>
    <w:rsid w:val="00297D00"/>
    <w:rsid w:val="002A3297"/>
    <w:rsid w:val="002B168A"/>
    <w:rsid w:val="002C03D9"/>
    <w:rsid w:val="002C0FE7"/>
    <w:rsid w:val="002C5770"/>
    <w:rsid w:val="002D43BA"/>
    <w:rsid w:val="002E0ECF"/>
    <w:rsid w:val="002E1071"/>
    <w:rsid w:val="002E7C5D"/>
    <w:rsid w:val="00310E7C"/>
    <w:rsid w:val="00312145"/>
    <w:rsid w:val="00313667"/>
    <w:rsid w:val="003142F7"/>
    <w:rsid w:val="0031675C"/>
    <w:rsid w:val="003315CE"/>
    <w:rsid w:val="00331834"/>
    <w:rsid w:val="003401D2"/>
    <w:rsid w:val="0035166A"/>
    <w:rsid w:val="003532B0"/>
    <w:rsid w:val="003707F0"/>
    <w:rsid w:val="0037091E"/>
    <w:rsid w:val="00370EEE"/>
    <w:rsid w:val="0037144C"/>
    <w:rsid w:val="00373D65"/>
    <w:rsid w:val="00376C97"/>
    <w:rsid w:val="00383499"/>
    <w:rsid w:val="003A04C4"/>
    <w:rsid w:val="003A1AF8"/>
    <w:rsid w:val="003B02DC"/>
    <w:rsid w:val="003B4E41"/>
    <w:rsid w:val="003B7F86"/>
    <w:rsid w:val="003C504E"/>
    <w:rsid w:val="003D180C"/>
    <w:rsid w:val="003D76C8"/>
    <w:rsid w:val="003E2038"/>
    <w:rsid w:val="003E22A5"/>
    <w:rsid w:val="003E2662"/>
    <w:rsid w:val="003F06E3"/>
    <w:rsid w:val="003F49BD"/>
    <w:rsid w:val="003F4C84"/>
    <w:rsid w:val="00407501"/>
    <w:rsid w:val="00411BAE"/>
    <w:rsid w:val="00422D1C"/>
    <w:rsid w:val="004260E8"/>
    <w:rsid w:val="00436720"/>
    <w:rsid w:val="004540E3"/>
    <w:rsid w:val="004555CA"/>
    <w:rsid w:val="004573C1"/>
    <w:rsid w:val="00482D8C"/>
    <w:rsid w:val="0048327D"/>
    <w:rsid w:val="0049454B"/>
    <w:rsid w:val="004A131F"/>
    <w:rsid w:val="004B1783"/>
    <w:rsid w:val="004B4F58"/>
    <w:rsid w:val="004B50B1"/>
    <w:rsid w:val="004C0497"/>
    <w:rsid w:val="004C18E9"/>
    <w:rsid w:val="004C5C36"/>
    <w:rsid w:val="004D6F23"/>
    <w:rsid w:val="004D7BC1"/>
    <w:rsid w:val="004E241B"/>
    <w:rsid w:val="00507516"/>
    <w:rsid w:val="0051613A"/>
    <w:rsid w:val="005216EB"/>
    <w:rsid w:val="00532EC8"/>
    <w:rsid w:val="00536865"/>
    <w:rsid w:val="005434B4"/>
    <w:rsid w:val="0054351E"/>
    <w:rsid w:val="0055070D"/>
    <w:rsid w:val="00554CF8"/>
    <w:rsid w:val="00566BAF"/>
    <w:rsid w:val="00574BD4"/>
    <w:rsid w:val="005808ED"/>
    <w:rsid w:val="005849C7"/>
    <w:rsid w:val="0059215E"/>
    <w:rsid w:val="005A1AA1"/>
    <w:rsid w:val="005A1C9C"/>
    <w:rsid w:val="005B2C72"/>
    <w:rsid w:val="005B2F17"/>
    <w:rsid w:val="005B33B0"/>
    <w:rsid w:val="005C1176"/>
    <w:rsid w:val="005D5AF9"/>
    <w:rsid w:val="005D5D82"/>
    <w:rsid w:val="005E1F95"/>
    <w:rsid w:val="005E2C1C"/>
    <w:rsid w:val="005E4020"/>
    <w:rsid w:val="005F4ADE"/>
    <w:rsid w:val="0060651E"/>
    <w:rsid w:val="00607C50"/>
    <w:rsid w:val="006129C9"/>
    <w:rsid w:val="0062314D"/>
    <w:rsid w:val="00623685"/>
    <w:rsid w:val="006246DF"/>
    <w:rsid w:val="00624C4E"/>
    <w:rsid w:val="00626499"/>
    <w:rsid w:val="00627A30"/>
    <w:rsid w:val="00634285"/>
    <w:rsid w:val="00640CA6"/>
    <w:rsid w:val="00642429"/>
    <w:rsid w:val="00645636"/>
    <w:rsid w:val="00657DEC"/>
    <w:rsid w:val="0066652D"/>
    <w:rsid w:val="006679F3"/>
    <w:rsid w:val="00672081"/>
    <w:rsid w:val="00673262"/>
    <w:rsid w:val="00675414"/>
    <w:rsid w:val="00696C3C"/>
    <w:rsid w:val="006B269F"/>
    <w:rsid w:val="006B5A6E"/>
    <w:rsid w:val="006B7B45"/>
    <w:rsid w:val="006C138E"/>
    <w:rsid w:val="006C17DF"/>
    <w:rsid w:val="006C2082"/>
    <w:rsid w:val="006D0503"/>
    <w:rsid w:val="006E32EC"/>
    <w:rsid w:val="006F79F9"/>
    <w:rsid w:val="0070570D"/>
    <w:rsid w:val="0070675D"/>
    <w:rsid w:val="00710736"/>
    <w:rsid w:val="00712F08"/>
    <w:rsid w:val="007156A0"/>
    <w:rsid w:val="007163D9"/>
    <w:rsid w:val="00716B9B"/>
    <w:rsid w:val="007220EC"/>
    <w:rsid w:val="0072278D"/>
    <w:rsid w:val="00723473"/>
    <w:rsid w:val="0072682A"/>
    <w:rsid w:val="0073682C"/>
    <w:rsid w:val="007407CC"/>
    <w:rsid w:val="0074158F"/>
    <w:rsid w:val="00741B09"/>
    <w:rsid w:val="0075321E"/>
    <w:rsid w:val="007535EE"/>
    <w:rsid w:val="00755CE2"/>
    <w:rsid w:val="00761F17"/>
    <w:rsid w:val="00772C74"/>
    <w:rsid w:val="00773546"/>
    <w:rsid w:val="00773FAB"/>
    <w:rsid w:val="00786ED6"/>
    <w:rsid w:val="00792CF9"/>
    <w:rsid w:val="007B3DD6"/>
    <w:rsid w:val="007B7BEC"/>
    <w:rsid w:val="007C1BEE"/>
    <w:rsid w:val="007E1401"/>
    <w:rsid w:val="007E5A65"/>
    <w:rsid w:val="00801637"/>
    <w:rsid w:val="0080261C"/>
    <w:rsid w:val="00805301"/>
    <w:rsid w:val="0080697F"/>
    <w:rsid w:val="00813B6C"/>
    <w:rsid w:val="008160C2"/>
    <w:rsid w:val="00832BAA"/>
    <w:rsid w:val="0084754A"/>
    <w:rsid w:val="0085741E"/>
    <w:rsid w:val="008728A1"/>
    <w:rsid w:val="0087580C"/>
    <w:rsid w:val="008765EE"/>
    <w:rsid w:val="0088161D"/>
    <w:rsid w:val="008905B1"/>
    <w:rsid w:val="0089324C"/>
    <w:rsid w:val="008A377A"/>
    <w:rsid w:val="008B3DDD"/>
    <w:rsid w:val="008B3E8D"/>
    <w:rsid w:val="008B6163"/>
    <w:rsid w:val="008C15CF"/>
    <w:rsid w:val="008C42F6"/>
    <w:rsid w:val="008D0B97"/>
    <w:rsid w:val="008D328B"/>
    <w:rsid w:val="008F256B"/>
    <w:rsid w:val="00906B96"/>
    <w:rsid w:val="009165EE"/>
    <w:rsid w:val="00917C8B"/>
    <w:rsid w:val="00923BFE"/>
    <w:rsid w:val="00925EF9"/>
    <w:rsid w:val="00936B5F"/>
    <w:rsid w:val="0094174C"/>
    <w:rsid w:val="009532C5"/>
    <w:rsid w:val="0095378C"/>
    <w:rsid w:val="00960420"/>
    <w:rsid w:val="00990FC9"/>
    <w:rsid w:val="00991392"/>
    <w:rsid w:val="00991C5A"/>
    <w:rsid w:val="009A5FF4"/>
    <w:rsid w:val="009B7055"/>
    <w:rsid w:val="009C6E94"/>
    <w:rsid w:val="009C7F41"/>
    <w:rsid w:val="009D4E12"/>
    <w:rsid w:val="009E242C"/>
    <w:rsid w:val="009F532C"/>
    <w:rsid w:val="00A00F62"/>
    <w:rsid w:val="00A01735"/>
    <w:rsid w:val="00A15E6A"/>
    <w:rsid w:val="00A16641"/>
    <w:rsid w:val="00A218CC"/>
    <w:rsid w:val="00A270A7"/>
    <w:rsid w:val="00A31244"/>
    <w:rsid w:val="00A4380F"/>
    <w:rsid w:val="00A505C9"/>
    <w:rsid w:val="00A52720"/>
    <w:rsid w:val="00A539C1"/>
    <w:rsid w:val="00A60ADE"/>
    <w:rsid w:val="00A649A0"/>
    <w:rsid w:val="00A8603C"/>
    <w:rsid w:val="00A9174F"/>
    <w:rsid w:val="00AB0818"/>
    <w:rsid w:val="00AB117B"/>
    <w:rsid w:val="00AB4410"/>
    <w:rsid w:val="00AB70A2"/>
    <w:rsid w:val="00AC6AC0"/>
    <w:rsid w:val="00AD2EB4"/>
    <w:rsid w:val="00AD398B"/>
    <w:rsid w:val="00AE2688"/>
    <w:rsid w:val="00AE54E4"/>
    <w:rsid w:val="00AF1561"/>
    <w:rsid w:val="00AF5236"/>
    <w:rsid w:val="00AF59E8"/>
    <w:rsid w:val="00B05E96"/>
    <w:rsid w:val="00B259D7"/>
    <w:rsid w:val="00B3097F"/>
    <w:rsid w:val="00B317CF"/>
    <w:rsid w:val="00B50370"/>
    <w:rsid w:val="00B50571"/>
    <w:rsid w:val="00B5460B"/>
    <w:rsid w:val="00B63338"/>
    <w:rsid w:val="00B72369"/>
    <w:rsid w:val="00B84ECE"/>
    <w:rsid w:val="00B94ACD"/>
    <w:rsid w:val="00B9638C"/>
    <w:rsid w:val="00B96AD5"/>
    <w:rsid w:val="00BA4DEF"/>
    <w:rsid w:val="00BA61EF"/>
    <w:rsid w:val="00BB62D4"/>
    <w:rsid w:val="00BB7723"/>
    <w:rsid w:val="00BB7D18"/>
    <w:rsid w:val="00BC08EC"/>
    <w:rsid w:val="00BD1985"/>
    <w:rsid w:val="00BF3251"/>
    <w:rsid w:val="00C0223F"/>
    <w:rsid w:val="00C1492A"/>
    <w:rsid w:val="00C14FD3"/>
    <w:rsid w:val="00C174A4"/>
    <w:rsid w:val="00C20309"/>
    <w:rsid w:val="00C24D27"/>
    <w:rsid w:val="00C25BB3"/>
    <w:rsid w:val="00C3050C"/>
    <w:rsid w:val="00C30762"/>
    <w:rsid w:val="00C33502"/>
    <w:rsid w:val="00C4215F"/>
    <w:rsid w:val="00C469A7"/>
    <w:rsid w:val="00C4775E"/>
    <w:rsid w:val="00C64D0F"/>
    <w:rsid w:val="00C70E0B"/>
    <w:rsid w:val="00C779DB"/>
    <w:rsid w:val="00C8140B"/>
    <w:rsid w:val="00C81D49"/>
    <w:rsid w:val="00C902BE"/>
    <w:rsid w:val="00C92CA0"/>
    <w:rsid w:val="00CB3293"/>
    <w:rsid w:val="00CB7554"/>
    <w:rsid w:val="00CB75B0"/>
    <w:rsid w:val="00CC26AD"/>
    <w:rsid w:val="00CC27B5"/>
    <w:rsid w:val="00CD3287"/>
    <w:rsid w:val="00CD6F2B"/>
    <w:rsid w:val="00CD72F6"/>
    <w:rsid w:val="00CE235B"/>
    <w:rsid w:val="00CE2BAE"/>
    <w:rsid w:val="00CF7789"/>
    <w:rsid w:val="00D131D2"/>
    <w:rsid w:val="00D22281"/>
    <w:rsid w:val="00D25CFC"/>
    <w:rsid w:val="00D43C69"/>
    <w:rsid w:val="00D47172"/>
    <w:rsid w:val="00D4733F"/>
    <w:rsid w:val="00D51EA7"/>
    <w:rsid w:val="00D52C0A"/>
    <w:rsid w:val="00D54F9D"/>
    <w:rsid w:val="00D5726E"/>
    <w:rsid w:val="00D641E3"/>
    <w:rsid w:val="00D64455"/>
    <w:rsid w:val="00D72F75"/>
    <w:rsid w:val="00D77E73"/>
    <w:rsid w:val="00D96D09"/>
    <w:rsid w:val="00DB451F"/>
    <w:rsid w:val="00DB7B00"/>
    <w:rsid w:val="00DD0942"/>
    <w:rsid w:val="00DD17CC"/>
    <w:rsid w:val="00DD36D6"/>
    <w:rsid w:val="00DE1FBF"/>
    <w:rsid w:val="00DE76A2"/>
    <w:rsid w:val="00DF1767"/>
    <w:rsid w:val="00DF2CE7"/>
    <w:rsid w:val="00DF3B40"/>
    <w:rsid w:val="00E05032"/>
    <w:rsid w:val="00E05C19"/>
    <w:rsid w:val="00E112B5"/>
    <w:rsid w:val="00E12D59"/>
    <w:rsid w:val="00E12F7F"/>
    <w:rsid w:val="00E175D8"/>
    <w:rsid w:val="00E25E6D"/>
    <w:rsid w:val="00E31B66"/>
    <w:rsid w:val="00E54E3B"/>
    <w:rsid w:val="00E602C7"/>
    <w:rsid w:val="00E62F86"/>
    <w:rsid w:val="00E648E1"/>
    <w:rsid w:val="00E64EF0"/>
    <w:rsid w:val="00E65B57"/>
    <w:rsid w:val="00E661D7"/>
    <w:rsid w:val="00E745EF"/>
    <w:rsid w:val="00E747B0"/>
    <w:rsid w:val="00E8585A"/>
    <w:rsid w:val="00E9451C"/>
    <w:rsid w:val="00EA5E87"/>
    <w:rsid w:val="00EB0BEB"/>
    <w:rsid w:val="00EB38E8"/>
    <w:rsid w:val="00EB438D"/>
    <w:rsid w:val="00EB5C85"/>
    <w:rsid w:val="00EC5E03"/>
    <w:rsid w:val="00EC7A52"/>
    <w:rsid w:val="00ED1981"/>
    <w:rsid w:val="00ED2033"/>
    <w:rsid w:val="00ED5482"/>
    <w:rsid w:val="00EE4038"/>
    <w:rsid w:val="00EF5ACF"/>
    <w:rsid w:val="00F1529A"/>
    <w:rsid w:val="00F20E32"/>
    <w:rsid w:val="00F24356"/>
    <w:rsid w:val="00F3072C"/>
    <w:rsid w:val="00F351A0"/>
    <w:rsid w:val="00F45526"/>
    <w:rsid w:val="00F56D6F"/>
    <w:rsid w:val="00F6101C"/>
    <w:rsid w:val="00F736FF"/>
    <w:rsid w:val="00F77BD2"/>
    <w:rsid w:val="00F8503E"/>
    <w:rsid w:val="00F86D89"/>
    <w:rsid w:val="00F932F2"/>
    <w:rsid w:val="00FA2184"/>
    <w:rsid w:val="00FA301C"/>
    <w:rsid w:val="00FB61EC"/>
    <w:rsid w:val="00FC28A3"/>
    <w:rsid w:val="00FC337A"/>
    <w:rsid w:val="00FC506C"/>
    <w:rsid w:val="00FE6AD8"/>
    <w:rsid w:val="00FF7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E87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C26A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CC26A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6246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936B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36B5F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36B5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1223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2384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semiHidden/>
    <w:rsid w:val="001223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2384"/>
    <w:rPr>
      <w:rFonts w:ascii="Times New Roman" w:hAnsi="Times New Roman" w:cs="Times New Roman"/>
      <w:sz w:val="28"/>
    </w:rPr>
  </w:style>
  <w:style w:type="paragraph" w:styleId="ListParagraph">
    <w:name w:val="List Paragraph"/>
    <w:basedOn w:val="Normal"/>
    <w:uiPriority w:val="99"/>
    <w:qFormat/>
    <w:rsid w:val="00310E7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FC28A3"/>
    <w:rPr>
      <w:rFonts w:cs="Times New Roman"/>
      <w:sz w:val="16"/>
      <w:szCs w:val="16"/>
    </w:rPr>
  </w:style>
  <w:style w:type="character" w:customStyle="1" w:styleId="a">
    <w:name w:val="Текст выноски Знак"/>
    <w:basedOn w:val="DefaultParagraphFont"/>
    <w:uiPriority w:val="99"/>
    <w:semiHidden/>
    <w:rsid w:val="00801637"/>
    <w:rPr>
      <w:rFonts w:ascii="Lucida Grande CY" w:hAnsi="Lucida Grande CY" w:cs="Lucida Grande CY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AE26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E2688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2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E268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E26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268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uiPriority w:val="99"/>
    <w:rsid w:val="00422D1C"/>
    <w:pPr>
      <w:jc w:val="both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7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4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1372</TotalTime>
  <Pages>2</Pages>
  <Words>245</Words>
  <Characters>1401</Characters>
  <Application>Microsoft Office Outlook</Application>
  <DocSecurity>0</DocSecurity>
  <Lines>0</Lines>
  <Paragraphs>0</Paragraphs>
  <ScaleCrop>false</ScaleCrop>
  <Company>mineconom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>exif_MSED_2ccce0c27d9d936c74287829113b1cd7772db1f9a711f0df4cd59f138431dd2a</dc:description>
  <cp:lastModifiedBy>Пряникова_Н_С</cp:lastModifiedBy>
  <cp:revision>44</cp:revision>
  <cp:lastPrinted>2019-11-08T12:55:00Z</cp:lastPrinted>
  <dcterms:created xsi:type="dcterms:W3CDTF">2019-10-17T14:43:00Z</dcterms:created>
  <dcterms:modified xsi:type="dcterms:W3CDTF">2019-11-12T08:42:00Z</dcterms:modified>
</cp:coreProperties>
</file>